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6C04B" w14:textId="1CFAE7AE" w:rsidR="00D52905" w:rsidRPr="008C3707" w:rsidRDefault="00890718" w:rsidP="00D16763">
      <w:pPr>
        <w:rPr>
          <w:rFonts w:ascii="Century Gothic" w:eastAsia="Times New Roman" w:hAnsi="Century Gothic" w:cs="Arial"/>
          <w:b/>
          <w:bCs/>
          <w:color w:val="595959" w:themeColor="text1" w:themeTint="A6"/>
          <w:sz w:val="40"/>
          <w:szCs w:val="40"/>
        </w:rPr>
      </w:pPr>
      <w:r w:rsidRPr="008C3707">
        <w:rPr>
          <w:rFonts w:ascii="Century Gothic" w:hAnsi="Century Gothic"/>
          <w:b/>
          <w:bCs/>
          <w:noProof/>
          <w:color w:val="595959" w:themeColor="text1" w:themeTint="A6"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9F107F8" wp14:editId="45541B8C">
            <wp:simplePos x="0" y="0"/>
            <wp:positionH relativeFrom="column">
              <wp:posOffset>4483535</wp:posOffset>
            </wp:positionH>
            <wp:positionV relativeFrom="paragraph">
              <wp:posOffset>-53439</wp:posOffset>
            </wp:positionV>
            <wp:extent cx="2311469" cy="459740"/>
            <wp:effectExtent l="0" t="0" r="0" b="0"/>
            <wp:wrapNone/>
            <wp:docPr id="654901134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901134" name="Picture 1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69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3707">
        <w:rPr>
          <w:rFonts w:ascii="Century Gothic" w:hAnsi="Century Gothic"/>
          <w:b/>
          <w:color w:val="595959" w:themeColor="text1" w:themeTint="A6"/>
          <w:sz w:val="40"/>
          <w:szCs w:val="22"/>
        </w:rPr>
        <w:t>Modello di specifiche del prodotto</w:t>
      </w:r>
    </w:p>
    <w:p w14:paraId="3F8BB72B" w14:textId="77777777" w:rsidR="00942DA6" w:rsidRDefault="00942DA6"/>
    <w:tbl>
      <w:tblPr>
        <w:tblW w:w="10680" w:type="dxa"/>
        <w:tblLook w:val="04A0" w:firstRow="1" w:lastRow="0" w:firstColumn="1" w:lastColumn="0" w:noHBand="0" w:noVBand="1"/>
      </w:tblPr>
      <w:tblGrid>
        <w:gridCol w:w="1780"/>
        <w:gridCol w:w="343"/>
        <w:gridCol w:w="1437"/>
        <w:gridCol w:w="1780"/>
        <w:gridCol w:w="1780"/>
        <w:gridCol w:w="1780"/>
        <w:gridCol w:w="1780"/>
      </w:tblGrid>
      <w:tr w:rsidR="00107A05" w:rsidRPr="00107A05" w14:paraId="5EA975B9" w14:textId="77777777" w:rsidTr="006A6431">
        <w:trPr>
          <w:trHeight w:val="512"/>
        </w:trPr>
        <w:tc>
          <w:tcPr>
            <w:tcW w:w="10680" w:type="dxa"/>
            <w:gridSpan w:val="7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595959" w:themeFill="text1" w:themeFillTint="A6"/>
            <w:noWrap/>
            <w:vAlign w:val="center"/>
            <w:hideMark/>
          </w:tcPr>
          <w:p w14:paraId="6DFEAFC1" w14:textId="502563E7" w:rsidR="00107A05" w:rsidRPr="006A6431" w:rsidRDefault="006A6431" w:rsidP="006A6431">
            <w:pPr>
              <w:rPr>
                <w:rFonts w:ascii="Century Gothic" w:eastAsia="Times New Roman" w:hAnsi="Century Gothic" w:cs="Times New Roman"/>
                <w:color w:val="FFFFFF"/>
                <w:sz w:val="28"/>
                <w:szCs w:val="28"/>
              </w:rPr>
            </w:pPr>
            <w:r>
              <w:rPr>
                <w:rFonts w:ascii="Century Gothic" w:hAnsi="Century Gothic"/>
                <w:color w:val="FFFFFF"/>
                <w:sz w:val="28"/>
              </w:rPr>
              <w:t>Informazioni sul prodotto</w:t>
            </w:r>
          </w:p>
        </w:tc>
      </w:tr>
      <w:tr w:rsidR="00107A05" w:rsidRPr="00107A05" w14:paraId="6753B256" w14:textId="77777777" w:rsidTr="00A503F3">
        <w:trPr>
          <w:trHeight w:val="360"/>
        </w:trPr>
        <w:tc>
          <w:tcPr>
            <w:tcW w:w="2123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61628BA" w14:textId="0ACD2051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Nome del prodotto</w:t>
            </w:r>
          </w:p>
        </w:tc>
        <w:tc>
          <w:tcPr>
            <w:tcW w:w="32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253E57" w14:textId="52F9F624" w:rsidR="00107A05" w:rsidRPr="003C25F8" w:rsidRDefault="00107A05" w:rsidP="003C25F8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1ED5501F" w14:textId="7BC8EA6F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Codice articolo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6F77CC" w14:textId="5A64AA8E" w:rsidR="00107A05" w:rsidRPr="003C25F8" w:rsidRDefault="00107A05" w:rsidP="003C25F8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00E2C7EC" w14:textId="77777777" w:rsidTr="006A6431">
        <w:trPr>
          <w:trHeight w:val="360"/>
        </w:trPr>
        <w:tc>
          <w:tcPr>
            <w:tcW w:w="1068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95959" w:themeFill="text1" w:themeFillTint="A6"/>
            <w:vAlign w:val="center"/>
            <w:hideMark/>
          </w:tcPr>
          <w:p w14:paraId="10ED765F" w14:textId="35E37672" w:rsidR="00107A05" w:rsidRPr="006A6431" w:rsidRDefault="006A6431" w:rsidP="006A6431">
            <w:pPr>
              <w:rPr>
                <w:rFonts w:ascii="Century Gothic" w:eastAsia="Times New Roman" w:hAnsi="Century Gothic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/>
                <w:color w:val="FFFFFF" w:themeColor="background1"/>
                <w:sz w:val="20"/>
              </w:rPr>
              <w:t>Qualità fisiche</w:t>
            </w:r>
          </w:p>
        </w:tc>
      </w:tr>
      <w:tr w:rsidR="00107A05" w:rsidRPr="00107A05" w14:paraId="346F36F5" w14:textId="77777777" w:rsidTr="00A503F3">
        <w:trPr>
          <w:trHeight w:val="360"/>
        </w:trPr>
        <w:tc>
          <w:tcPr>
            <w:tcW w:w="2123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171C5F0F" w14:textId="72072C03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Formato</w:t>
            </w:r>
          </w:p>
        </w:tc>
        <w:tc>
          <w:tcPr>
            <w:tcW w:w="32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6779060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3EA949F" w14:textId="52FD85FC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Peso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545C8B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4B3B2C40" w14:textId="77777777" w:rsidTr="00A503F3">
        <w:trPr>
          <w:trHeight w:val="360"/>
        </w:trPr>
        <w:tc>
          <w:tcPr>
            <w:tcW w:w="2123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99C3597" w14:textId="1E276862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Altezza</w:t>
            </w:r>
          </w:p>
        </w:tc>
        <w:tc>
          <w:tcPr>
            <w:tcW w:w="32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C09A80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3FF406A1" w14:textId="70A5CE6C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Colore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AF1812" w14:textId="0C73EBD1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13BF56EF" w14:textId="77777777" w:rsidTr="00A503F3">
        <w:trPr>
          <w:trHeight w:val="360"/>
        </w:trPr>
        <w:tc>
          <w:tcPr>
            <w:tcW w:w="2123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381D788E" w14:textId="78E1D2E9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Larghezza</w:t>
            </w:r>
          </w:p>
        </w:tc>
        <w:tc>
          <w:tcPr>
            <w:tcW w:w="32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A6A93D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5DB77834" w14:textId="1C93AB56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Materiali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8B4412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1BDC75A6" w14:textId="77777777" w:rsidTr="00A503F3">
        <w:trPr>
          <w:trHeight w:val="360"/>
        </w:trPr>
        <w:tc>
          <w:tcPr>
            <w:tcW w:w="2123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E76D3FC" w14:textId="674E5030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Profondità</w:t>
            </w:r>
          </w:p>
        </w:tc>
        <w:tc>
          <w:tcPr>
            <w:tcW w:w="32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AF3720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1FE29288" w14:textId="167DF288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Altre info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1C1EF5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76EB57D0" w14:textId="77777777" w:rsidTr="00A503F3">
        <w:trPr>
          <w:trHeight w:val="160"/>
        </w:trPr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A1035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CB637" w14:textId="77777777" w:rsidR="00107A05" w:rsidRPr="00C305A1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74AA5" w14:textId="77777777" w:rsidR="00107A05" w:rsidRPr="00C305A1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7A716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1B64F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BBAD6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</w:tr>
      <w:tr w:rsidR="00107A05" w:rsidRPr="00107A05" w14:paraId="10FBAF1F" w14:textId="77777777" w:rsidTr="006A6431">
        <w:trPr>
          <w:trHeight w:val="585"/>
        </w:trPr>
        <w:tc>
          <w:tcPr>
            <w:tcW w:w="10680" w:type="dxa"/>
            <w:gridSpan w:val="7"/>
            <w:tcBorders>
              <w:top w:val="nil"/>
              <w:left w:val="single" w:sz="4" w:space="0" w:color="A6A6A6"/>
              <w:bottom w:val="nil"/>
              <w:right w:val="nil"/>
            </w:tcBorders>
            <w:shd w:val="clear" w:color="000000" w:fill="4F75A4"/>
            <w:noWrap/>
            <w:vAlign w:val="center"/>
            <w:hideMark/>
          </w:tcPr>
          <w:p w14:paraId="3D94CFFB" w14:textId="2DA4039D" w:rsidR="00107A05" w:rsidRPr="006A6431" w:rsidRDefault="006A6431" w:rsidP="006A6431">
            <w:pPr>
              <w:rPr>
                <w:rFonts w:ascii="Century Gothic" w:eastAsia="Times New Roman" w:hAnsi="Century Gothic" w:cs="Times New Roman"/>
                <w:color w:val="FFFFFF"/>
                <w:sz w:val="28"/>
                <w:szCs w:val="28"/>
              </w:rPr>
            </w:pPr>
            <w:r>
              <w:rPr>
                <w:rFonts w:ascii="Century Gothic" w:hAnsi="Century Gothic"/>
                <w:color w:val="FFFFFF"/>
                <w:sz w:val="28"/>
              </w:rPr>
              <w:t>Problemi noti</w:t>
            </w:r>
          </w:p>
        </w:tc>
      </w:tr>
      <w:tr w:rsidR="00107A05" w:rsidRPr="00107A05" w14:paraId="55ABBCB0" w14:textId="77777777" w:rsidTr="00107A05">
        <w:trPr>
          <w:trHeight w:val="360"/>
        </w:trPr>
        <w:tc>
          <w:tcPr>
            <w:tcW w:w="7120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BD8E7"/>
            <w:vAlign w:val="center"/>
            <w:hideMark/>
          </w:tcPr>
          <w:p w14:paraId="2279F10F" w14:textId="6F41031A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Descrizione del problema</w:t>
            </w:r>
          </w:p>
        </w:tc>
        <w:tc>
          <w:tcPr>
            <w:tcW w:w="17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BD8E7"/>
            <w:vAlign w:val="center"/>
            <w:hideMark/>
          </w:tcPr>
          <w:p w14:paraId="3B219A27" w14:textId="04507090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Assegnato a</w:t>
            </w:r>
          </w:p>
        </w:tc>
        <w:tc>
          <w:tcPr>
            <w:tcW w:w="17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BD8E7"/>
            <w:vAlign w:val="center"/>
            <w:hideMark/>
          </w:tcPr>
          <w:p w14:paraId="13238B82" w14:textId="4BCACA77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Scadenza fissa</w:t>
            </w:r>
          </w:p>
        </w:tc>
      </w:tr>
      <w:tr w:rsidR="00107A05" w:rsidRPr="00107A05" w14:paraId="4288CC73" w14:textId="77777777" w:rsidTr="006A6431">
        <w:trPr>
          <w:trHeight w:val="360"/>
        </w:trPr>
        <w:tc>
          <w:tcPr>
            <w:tcW w:w="7120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38728A33" w14:textId="3DC6278C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1D2C8D56" w14:textId="67F69EFE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136E8AB" w14:textId="588DFEBD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61BA6A31" w14:textId="77777777" w:rsidTr="006A6431">
        <w:trPr>
          <w:trHeight w:val="360"/>
        </w:trPr>
        <w:tc>
          <w:tcPr>
            <w:tcW w:w="7120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151839F0" w14:textId="75E80A69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D735DB7" w14:textId="195C208A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2DDF11CB" w14:textId="5A728D2C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3507FBD5" w14:textId="77777777" w:rsidTr="006A6431">
        <w:trPr>
          <w:trHeight w:val="360"/>
        </w:trPr>
        <w:tc>
          <w:tcPr>
            <w:tcW w:w="7120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4788C4A6" w14:textId="61E45534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4ECEEE4" w14:textId="0481E640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709591D1" w14:textId="779EBC21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0FC92BAF" w14:textId="77777777" w:rsidTr="006A6431">
        <w:trPr>
          <w:trHeight w:val="360"/>
        </w:trPr>
        <w:tc>
          <w:tcPr>
            <w:tcW w:w="7120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0E54EC6E" w14:textId="0FA59DDC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AFEE777" w14:textId="3C983FA8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002A037" w14:textId="1FA43474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48C02217" w14:textId="77777777" w:rsidTr="00107A05">
        <w:trPr>
          <w:trHeight w:val="16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99EA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6878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A1DB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155D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8394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82BC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</w:tr>
      <w:tr w:rsidR="00107A05" w:rsidRPr="00107A05" w14:paraId="30F1E133" w14:textId="77777777" w:rsidTr="006A6431">
        <w:trPr>
          <w:trHeight w:val="575"/>
        </w:trPr>
        <w:tc>
          <w:tcPr>
            <w:tcW w:w="1068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94560A"/>
            <w:noWrap/>
            <w:vAlign w:val="center"/>
            <w:hideMark/>
          </w:tcPr>
          <w:p w14:paraId="0DE8A440" w14:textId="17E12767" w:rsidR="00107A05" w:rsidRPr="006A6431" w:rsidRDefault="00107A05" w:rsidP="006A6431">
            <w:pPr>
              <w:rPr>
                <w:rFonts w:ascii="Century Gothic" w:eastAsia="Times New Roman" w:hAnsi="Century Gothic" w:cs="Times New Roman"/>
                <w:color w:val="F2F2F2"/>
                <w:sz w:val="28"/>
                <w:szCs w:val="28"/>
              </w:rPr>
            </w:pPr>
            <w:r>
              <w:rPr>
                <w:rFonts w:ascii="Century Gothic" w:hAnsi="Century Gothic"/>
                <w:color w:val="F2F2F2"/>
                <w:sz w:val="28"/>
              </w:rPr>
              <w:t>Test del prodotto</w:t>
            </w:r>
          </w:p>
        </w:tc>
      </w:tr>
      <w:tr w:rsidR="00107A05" w:rsidRPr="00107A05" w14:paraId="790C3BEC" w14:textId="77777777" w:rsidTr="00107A05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BDBB5"/>
            <w:vAlign w:val="center"/>
            <w:hideMark/>
          </w:tcPr>
          <w:p w14:paraId="4A5932F9" w14:textId="6D43788C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Descrizione del test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BDBB5"/>
            <w:vAlign w:val="center"/>
            <w:hideMark/>
          </w:tcPr>
          <w:p w14:paraId="5B05654E" w14:textId="0893F287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Risultati del test</w:t>
            </w:r>
          </w:p>
        </w:tc>
      </w:tr>
      <w:tr w:rsidR="00107A05" w:rsidRPr="00107A05" w14:paraId="44B7AD82" w14:textId="77777777" w:rsidTr="006A6431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563BDB9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3E725F1D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5749E12F" w14:textId="77777777" w:rsidTr="006A6431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5882320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2B866BA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647EEE67" w14:textId="77777777" w:rsidTr="006A6431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4850AC54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9EFEDB4" w14:textId="445A28B1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4D7C06C8" w14:textId="77777777" w:rsidTr="006A6431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748CC15A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6E29507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379463B2" w14:textId="77777777" w:rsidTr="00107A05">
        <w:trPr>
          <w:trHeight w:val="360"/>
        </w:trPr>
        <w:tc>
          <w:tcPr>
            <w:tcW w:w="1068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BDBB5"/>
            <w:vAlign w:val="center"/>
            <w:hideMark/>
          </w:tcPr>
          <w:p w14:paraId="2A1D0D4F" w14:textId="4AB352C8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Analisi dei risultati del test</w:t>
            </w:r>
          </w:p>
        </w:tc>
      </w:tr>
      <w:tr w:rsidR="00107A05" w:rsidRPr="00107A05" w14:paraId="61C808C0" w14:textId="77777777" w:rsidTr="00107A05">
        <w:trPr>
          <w:trHeight w:val="720"/>
        </w:trPr>
        <w:tc>
          <w:tcPr>
            <w:tcW w:w="1068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C16EE4" w14:textId="29E691A1" w:rsidR="00107A05" w:rsidRPr="006A6431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6DBB3FB7" w14:textId="77777777" w:rsidTr="00107A05">
        <w:trPr>
          <w:trHeight w:val="16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AB7B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5F95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9F10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EAAC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BBBA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9023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</w:tr>
      <w:tr w:rsidR="00107A05" w:rsidRPr="00107A05" w14:paraId="5E350C07" w14:textId="77777777" w:rsidTr="006A6431">
        <w:trPr>
          <w:trHeight w:val="557"/>
        </w:trPr>
        <w:tc>
          <w:tcPr>
            <w:tcW w:w="1068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44E6D"/>
            <w:noWrap/>
            <w:vAlign w:val="center"/>
            <w:hideMark/>
          </w:tcPr>
          <w:p w14:paraId="438847BE" w14:textId="50D53472" w:rsidR="00107A05" w:rsidRPr="006A6431" w:rsidRDefault="00CE1F74" w:rsidP="006A6431">
            <w:pPr>
              <w:rPr>
                <w:rFonts w:ascii="Century Gothic" w:eastAsia="Times New Roman" w:hAnsi="Century Gothic" w:cs="Times New Roman"/>
                <w:color w:val="FFFFFF"/>
                <w:sz w:val="28"/>
                <w:szCs w:val="28"/>
              </w:rPr>
            </w:pPr>
            <w:r>
              <w:rPr>
                <w:rFonts w:ascii="Century Gothic" w:hAnsi="Century Gothic"/>
                <w:color w:val="FFFFFF"/>
                <w:sz w:val="28"/>
              </w:rPr>
              <w:t>Immagini del prodotto</w:t>
            </w:r>
          </w:p>
        </w:tc>
      </w:tr>
      <w:tr w:rsidR="003C25F8" w:rsidRPr="00107A05" w14:paraId="214D614E" w14:textId="77777777" w:rsidTr="00CD3F00">
        <w:trPr>
          <w:trHeight w:val="2708"/>
        </w:trPr>
        <w:tc>
          <w:tcPr>
            <w:tcW w:w="356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1B57BD" w14:textId="78EA7D66" w:rsidR="003C25F8" w:rsidRPr="003C25F8" w:rsidRDefault="003C25F8" w:rsidP="003C25F8">
            <w:pPr>
              <w:rPr>
                <w:rFonts w:ascii="Century Gothic" w:eastAsia="Times New Roman" w:hAnsi="Century Gothic" w:cs="Arial"/>
                <w:color w:val="809EC2"/>
                <w:sz w:val="20"/>
                <w:szCs w:val="20"/>
              </w:rPr>
            </w:pPr>
            <w:r>
              <w:rPr>
                <w:rFonts w:ascii="Century Gothic" w:hAnsi="Century Gothic"/>
                <w:color w:val="809EC2"/>
                <w:sz w:val="20"/>
              </w:rPr>
              <w:t>Inserisci qui la foto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01B66B" w14:textId="0F1AE38B" w:rsidR="003C25F8" w:rsidRPr="003C25F8" w:rsidRDefault="003C25F8" w:rsidP="003C25F8">
            <w:pPr>
              <w:rPr>
                <w:rFonts w:ascii="Century Gothic" w:eastAsia="Times New Roman" w:hAnsi="Century Gothic" w:cs="Arial"/>
                <w:color w:val="809EC2"/>
                <w:sz w:val="20"/>
                <w:szCs w:val="20"/>
              </w:rPr>
            </w:pPr>
            <w:r>
              <w:rPr>
                <w:rFonts w:ascii="Century Gothic" w:hAnsi="Century Gothic"/>
                <w:color w:val="809EC2"/>
                <w:sz w:val="20"/>
              </w:rPr>
              <w:t>Inserisci qui la foto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BFE8A9" w14:textId="77E69AEC" w:rsidR="003C25F8" w:rsidRPr="003C25F8" w:rsidRDefault="003C25F8" w:rsidP="003C25F8">
            <w:pPr>
              <w:rPr>
                <w:rFonts w:ascii="Century Gothic" w:eastAsia="Times New Roman" w:hAnsi="Century Gothic" w:cs="Arial"/>
                <w:color w:val="809EC2"/>
                <w:sz w:val="20"/>
                <w:szCs w:val="20"/>
              </w:rPr>
            </w:pPr>
            <w:r>
              <w:rPr>
                <w:rFonts w:ascii="Century Gothic" w:hAnsi="Century Gothic"/>
                <w:color w:val="809EC2"/>
                <w:sz w:val="20"/>
              </w:rPr>
              <w:t>Inserisci qui la foto</w:t>
            </w:r>
          </w:p>
        </w:tc>
      </w:tr>
    </w:tbl>
    <w:p w14:paraId="309AB2DF" w14:textId="77777777" w:rsidR="00107A05" w:rsidRDefault="00107A05"/>
    <w:p w14:paraId="09C4C75B" w14:textId="77777777" w:rsidR="00847029" w:rsidRDefault="00847029"/>
    <w:tbl>
      <w:tblPr>
        <w:tblStyle w:val="TableGrid"/>
        <w:tblW w:w="10936" w:type="dxa"/>
        <w:tblInd w:w="-267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936"/>
      </w:tblGrid>
      <w:tr w:rsidR="00847029" w14:paraId="6E1E9EA1" w14:textId="77777777" w:rsidTr="00E43F9A">
        <w:trPr>
          <w:trHeight w:val="3005"/>
        </w:trPr>
        <w:tc>
          <w:tcPr>
            <w:tcW w:w="10936" w:type="dxa"/>
          </w:tcPr>
          <w:p w14:paraId="61C65180" w14:textId="77777777" w:rsidR="00847029" w:rsidRPr="00692C04" w:rsidRDefault="00847029" w:rsidP="005603B7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lastRenderedPageBreak/>
              <w:t>DICHIARAZIONE DI NON RESPONSABILITÀ</w:t>
            </w:r>
          </w:p>
          <w:p w14:paraId="10318D05" w14:textId="77777777" w:rsidR="00847029" w:rsidRDefault="00847029" w:rsidP="005603B7">
            <w:pPr>
              <w:rPr>
                <w:rFonts w:ascii="Century Gothic" w:hAnsi="Century Gothic" w:cs="Arial"/>
                <w:szCs w:val="20"/>
              </w:rPr>
            </w:pPr>
          </w:p>
          <w:p w14:paraId="57FBB369" w14:textId="77777777" w:rsidR="00847029" w:rsidRDefault="00847029" w:rsidP="005603B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Eventuali articoli, modelli o informazioni forniti da Smartsheet sul sito web servono solo come riferimento. Pur adoperandoci per mantenere le informazioni aggiornate e corrette, non offriamo alcuna garanzia o dichiarazione di alcun tipo, esplicita o implicita, relativamente alla completezza, l'accuratezza, l'affidabilità, l'idoneità o la disponibilità rispetto al sito web o le informazioni, gli articoli, i modelli o della relativa grafica contenuti nel sito. Qualsiasi affidamento si faccia su tali informazioni è pertanto strettamente a proprio rischio.</w:t>
            </w:r>
          </w:p>
        </w:tc>
      </w:tr>
    </w:tbl>
    <w:p w14:paraId="27B87E60" w14:textId="77777777" w:rsidR="00847029" w:rsidRDefault="00847029" w:rsidP="00847029">
      <w:pPr>
        <w:rPr>
          <w:rFonts w:ascii="Times New Roman" w:eastAsia="Times New Roman" w:hAnsi="Times New Roman" w:cs="Times New Roman"/>
        </w:rPr>
      </w:pPr>
    </w:p>
    <w:p w14:paraId="22F6667B" w14:textId="77777777" w:rsidR="00847029" w:rsidRDefault="00847029"/>
    <w:sectPr w:rsidR="00847029" w:rsidSect="00F04F96">
      <w:headerReference w:type="default" r:id="rId9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55403" w14:textId="77777777" w:rsidR="00454B90" w:rsidRDefault="00454B90" w:rsidP="00DB2412">
      <w:r>
        <w:separator/>
      </w:r>
    </w:p>
  </w:endnote>
  <w:endnote w:type="continuationSeparator" w:id="0">
    <w:p w14:paraId="6CEDFFA9" w14:textId="77777777" w:rsidR="00454B90" w:rsidRDefault="00454B90" w:rsidP="00D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18CB5" w14:textId="77777777" w:rsidR="00454B90" w:rsidRDefault="00454B90" w:rsidP="00DB2412">
      <w:r>
        <w:separator/>
      </w:r>
    </w:p>
  </w:footnote>
  <w:footnote w:type="continuationSeparator" w:id="0">
    <w:p w14:paraId="15DE9964" w14:textId="77777777" w:rsidR="00454B90" w:rsidRDefault="00454B90" w:rsidP="00DB2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00870" w14:textId="50C37A96" w:rsidR="00985675" w:rsidRDefault="00985675" w:rsidP="00DB2412">
    <w:pPr>
      <w:pStyle w:val="Header"/>
      <w:ind w:left="-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2BF"/>
    <w:rsid w:val="00002B71"/>
    <w:rsid w:val="00005410"/>
    <w:rsid w:val="000102CA"/>
    <w:rsid w:val="00015FAD"/>
    <w:rsid w:val="000707ED"/>
    <w:rsid w:val="001011EF"/>
    <w:rsid w:val="00107A05"/>
    <w:rsid w:val="00195672"/>
    <w:rsid w:val="001B05C2"/>
    <w:rsid w:val="001C12E8"/>
    <w:rsid w:val="001D502B"/>
    <w:rsid w:val="001E6A5F"/>
    <w:rsid w:val="00206588"/>
    <w:rsid w:val="00246934"/>
    <w:rsid w:val="002B38D5"/>
    <w:rsid w:val="002B6DC5"/>
    <w:rsid w:val="003C25F8"/>
    <w:rsid w:val="003D42D3"/>
    <w:rsid w:val="003E4F0D"/>
    <w:rsid w:val="00437607"/>
    <w:rsid w:val="00454B90"/>
    <w:rsid w:val="00471C74"/>
    <w:rsid w:val="004937B7"/>
    <w:rsid w:val="004A2939"/>
    <w:rsid w:val="00523965"/>
    <w:rsid w:val="005A42B5"/>
    <w:rsid w:val="0065609B"/>
    <w:rsid w:val="006A6431"/>
    <w:rsid w:val="0074716D"/>
    <w:rsid w:val="0079617F"/>
    <w:rsid w:val="00847029"/>
    <w:rsid w:val="00890718"/>
    <w:rsid w:val="008C3707"/>
    <w:rsid w:val="00942DA6"/>
    <w:rsid w:val="00985675"/>
    <w:rsid w:val="00A02960"/>
    <w:rsid w:val="00A503F3"/>
    <w:rsid w:val="00A955C3"/>
    <w:rsid w:val="00AD3735"/>
    <w:rsid w:val="00BC02BF"/>
    <w:rsid w:val="00BC1A20"/>
    <w:rsid w:val="00C305A1"/>
    <w:rsid w:val="00CD3F00"/>
    <w:rsid w:val="00CE1F74"/>
    <w:rsid w:val="00D06B25"/>
    <w:rsid w:val="00D16763"/>
    <w:rsid w:val="00D52905"/>
    <w:rsid w:val="00D96B95"/>
    <w:rsid w:val="00D970D9"/>
    <w:rsid w:val="00DB2412"/>
    <w:rsid w:val="00DE0E75"/>
    <w:rsid w:val="00DF08DE"/>
    <w:rsid w:val="00E43F9A"/>
    <w:rsid w:val="00F04F96"/>
    <w:rsid w:val="00F22F09"/>
    <w:rsid w:val="00F7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EF81DE"/>
  <w15:chartTrackingRefBased/>
  <w15:docId w15:val="{9524277B-2656-44C1-BE40-032023D4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412"/>
  </w:style>
  <w:style w:type="paragraph" w:styleId="Footer">
    <w:name w:val="footer"/>
    <w:basedOn w:val="Normal"/>
    <w:link w:val="Footer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412"/>
  </w:style>
  <w:style w:type="paragraph" w:styleId="Revision">
    <w:name w:val="Revision"/>
    <w:hidden/>
    <w:uiPriority w:val="99"/>
    <w:semiHidden/>
    <w:rsid w:val="00DB2412"/>
  </w:style>
  <w:style w:type="character" w:styleId="Hyperlink">
    <w:name w:val="Hyperlink"/>
    <w:basedOn w:val="DefaultParagraphFont"/>
    <w:uiPriority w:val="99"/>
    <w:unhideWhenUsed/>
    <w:rsid w:val="0098567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567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847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it.smartsheet.com/try-it?trp=381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jinho\Dropbox\SS\Product%20Management%20Templates\Temp_ProductSpecification_Word.dotx" TargetMode="Externa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E9D0BE-501E-4A25-AC01-43EBAD18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Temp_ProductSpecification_Word.dotx</Template>
  <TotalTime>13</TotalTime>
  <Pages>2</Pages>
  <Words>164</Words>
  <Characters>955</Characters>
  <Application>Microsoft Office Word</Application>
  <DocSecurity>0</DocSecurity>
  <Lines>18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Manjinho</dc:creator>
  <cp:keywords/>
  <dc:description/>
  <cp:lastModifiedBy>Cherry.Huang</cp:lastModifiedBy>
  <cp:revision>15</cp:revision>
  <dcterms:created xsi:type="dcterms:W3CDTF">2024-08-29T01:08:00Z</dcterms:created>
  <dcterms:modified xsi:type="dcterms:W3CDTF">2024-11-06T05:41:00Z</dcterms:modified>
</cp:coreProperties>
</file>